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1C2" w14:textId="77777777" w:rsidR="00B53011" w:rsidRPr="004C41FC" w:rsidRDefault="00B53011">
      <w:r w:rsidRPr="004C41FC">
        <w:br/>
      </w:r>
    </w:p>
    <w:p w14:paraId="7DBCF3E9" w14:textId="77777777" w:rsidR="00B53011" w:rsidRPr="004C41FC" w:rsidRDefault="00B53011" w:rsidP="00C12077">
      <w:pPr>
        <w:pStyle w:val="NoSpacing"/>
      </w:pPr>
    </w:p>
    <w:p w14:paraId="482A7D4D" w14:textId="77777777" w:rsidR="00F8106D" w:rsidRDefault="00F8106D" w:rsidP="001B2759">
      <w:pPr>
        <w:pStyle w:val="Default"/>
        <w:rPr>
          <w:b/>
          <w:bCs/>
          <w:sz w:val="20"/>
          <w:szCs w:val="20"/>
          <w:u w:val="none"/>
          <w:lang w:val="nl-NL"/>
        </w:rPr>
      </w:pPr>
    </w:p>
    <w:p w14:paraId="2654818E" w14:textId="7A667885" w:rsidR="001B2759" w:rsidRPr="004C41FC" w:rsidRDefault="001B2759" w:rsidP="001B2759">
      <w:pPr>
        <w:pStyle w:val="Default"/>
        <w:rPr>
          <w:sz w:val="20"/>
          <w:szCs w:val="20"/>
          <w:u w:val="none"/>
          <w:lang w:val="nl-NL"/>
        </w:rPr>
      </w:pPr>
      <w:r w:rsidRPr="004C41FC">
        <w:rPr>
          <w:b/>
          <w:bCs/>
          <w:sz w:val="20"/>
          <w:szCs w:val="20"/>
          <w:u w:val="none"/>
          <w:lang w:val="nl-NL"/>
        </w:rPr>
        <w:t xml:space="preserve">Themaverhaal </w:t>
      </w:r>
    </w:p>
    <w:p w14:paraId="12FAE45A" w14:textId="13D97317" w:rsidR="001B2759" w:rsidRPr="004C41FC" w:rsidRDefault="001B2759" w:rsidP="001B2759">
      <w:pPr>
        <w:pStyle w:val="Default"/>
        <w:rPr>
          <w:sz w:val="20"/>
          <w:szCs w:val="20"/>
          <w:u w:val="none"/>
          <w:lang w:val="nl-NL"/>
        </w:rPr>
      </w:pPr>
      <w:r w:rsidRPr="004C41FC">
        <w:rPr>
          <w:sz w:val="20"/>
          <w:szCs w:val="20"/>
          <w:u w:val="none"/>
          <w:lang w:val="nl-NL"/>
        </w:rPr>
        <w:t xml:space="preserve">Sterre en Steven zitten hard te denken. Ze hebben nu wel hun kist gevonden met allerlei materialen die ze kunnen gebruiken, maar ze moeten deze nog wel kunnen gebruiken om te overleven! “Steven” zegt Sterre, “Ik heb hier allerlei willekeurige dingen in deze kist zitten. Ik zie iets van draadjes, aardappels, lampjes en nog veel meer... Maar ik weet eigenlijk niet zo goed wat ik hier allemaal mee moet!”. Steven reageert: “Ik heb denk ik wel wat ideetjes wat we allemaal kunnen doen. Eigenlijk is het vooral eens kijken wat er </w:t>
      </w:r>
      <w:r w:rsidR="004C41FC" w:rsidRPr="004C41FC">
        <w:rPr>
          <w:sz w:val="20"/>
          <w:szCs w:val="20"/>
          <w:u w:val="none"/>
          <w:lang w:val="nl-NL"/>
        </w:rPr>
        <w:t>gebeurt</w:t>
      </w:r>
      <w:r w:rsidRPr="004C41FC">
        <w:rPr>
          <w:sz w:val="20"/>
          <w:szCs w:val="20"/>
          <w:u w:val="none"/>
          <w:lang w:val="nl-NL"/>
        </w:rPr>
        <w:t xml:space="preserve"> als we alles aan elkaar koppelen en dan zien we wel verder. Tsja, ik heet niet voor niets Steven </w:t>
      </w:r>
      <w:r w:rsidRPr="004C41FC">
        <w:rPr>
          <w:i/>
          <w:iCs/>
          <w:sz w:val="20"/>
          <w:szCs w:val="20"/>
          <w:u w:val="none"/>
          <w:lang w:val="nl-NL"/>
        </w:rPr>
        <w:t>STROOM</w:t>
      </w:r>
      <w:r w:rsidRPr="004C41FC">
        <w:rPr>
          <w:sz w:val="20"/>
          <w:szCs w:val="20"/>
          <w:u w:val="none"/>
          <w:lang w:val="nl-NL"/>
        </w:rPr>
        <w:t xml:space="preserve">. Het gaat me wel lukken om te zorgen dat we hulp kunnen inschakelen” </w:t>
      </w:r>
    </w:p>
    <w:p w14:paraId="3E171A46" w14:textId="77777777" w:rsidR="001B2759" w:rsidRPr="004C41FC" w:rsidRDefault="001B2759" w:rsidP="001B2759">
      <w:pPr>
        <w:pStyle w:val="Default"/>
        <w:rPr>
          <w:sz w:val="20"/>
          <w:szCs w:val="20"/>
          <w:u w:val="none"/>
          <w:lang w:val="nl-NL"/>
        </w:rPr>
      </w:pPr>
      <w:r w:rsidRPr="004C41FC">
        <w:rPr>
          <w:sz w:val="20"/>
          <w:szCs w:val="20"/>
          <w:u w:val="none"/>
          <w:lang w:val="nl-NL"/>
        </w:rPr>
        <w:t xml:space="preserve">Sterre ziet het al voor zich: Steven hangt alle draadjes uit elkaar en dan.... BOEM! Met een gezicht vol roet moet ze dan de EHBO doos pakken voor hem. “Pas je wel op?! Je weet maar nooit wat er kan gebeuren!” </w:t>
      </w:r>
    </w:p>
    <w:p w14:paraId="4FFD17C8" w14:textId="77777777" w:rsidR="001B2759" w:rsidRPr="004C41FC" w:rsidRDefault="001B2759" w:rsidP="001B2759">
      <w:pPr>
        <w:pStyle w:val="Default"/>
        <w:rPr>
          <w:sz w:val="20"/>
          <w:szCs w:val="20"/>
          <w:u w:val="none"/>
          <w:lang w:val="nl-NL"/>
        </w:rPr>
      </w:pPr>
    </w:p>
    <w:p w14:paraId="1757D782" w14:textId="77777777" w:rsidR="001B2759" w:rsidRPr="004C41FC" w:rsidRDefault="001B2759" w:rsidP="001B2759">
      <w:pPr>
        <w:pStyle w:val="Default"/>
        <w:rPr>
          <w:sz w:val="20"/>
          <w:szCs w:val="20"/>
          <w:u w:val="none"/>
          <w:lang w:val="nl-NL"/>
        </w:rPr>
      </w:pPr>
      <w:r w:rsidRPr="004C41FC">
        <w:rPr>
          <w:b/>
          <w:bCs/>
          <w:sz w:val="20"/>
          <w:szCs w:val="20"/>
          <w:u w:val="none"/>
          <w:lang w:val="nl-NL"/>
        </w:rPr>
        <w:t xml:space="preserve">Activiteit </w:t>
      </w:r>
    </w:p>
    <w:p w14:paraId="33E3B5E6" w14:textId="77777777" w:rsidR="001B2759" w:rsidRPr="004C41FC" w:rsidRDefault="001B2759" w:rsidP="001B2759">
      <w:pPr>
        <w:pStyle w:val="Default"/>
        <w:rPr>
          <w:sz w:val="20"/>
          <w:szCs w:val="20"/>
          <w:u w:val="none"/>
          <w:lang w:val="nl-NL"/>
        </w:rPr>
      </w:pPr>
      <w:r w:rsidRPr="004C41FC">
        <w:rPr>
          <w:sz w:val="20"/>
          <w:szCs w:val="20"/>
          <w:u w:val="none"/>
          <w:lang w:val="nl-NL"/>
        </w:rPr>
        <w:t>We gaan verschillende experimenten doen met de bevers. De experimenten welke je kan doen zijn:</w:t>
      </w:r>
    </w:p>
    <w:p w14:paraId="08E188B5" w14:textId="13725CD3" w:rsidR="001B2759" w:rsidRPr="004C41FC" w:rsidRDefault="001B2759" w:rsidP="001B2759">
      <w:pPr>
        <w:pStyle w:val="Default"/>
        <w:numPr>
          <w:ilvl w:val="0"/>
          <w:numId w:val="3"/>
        </w:numPr>
        <w:rPr>
          <w:sz w:val="20"/>
          <w:szCs w:val="20"/>
          <w:u w:val="none"/>
          <w:lang w:val="nl-NL"/>
        </w:rPr>
      </w:pPr>
      <w:r w:rsidRPr="004C41FC">
        <w:rPr>
          <w:i/>
          <w:iCs/>
          <w:sz w:val="20"/>
          <w:szCs w:val="20"/>
          <w:u w:val="none"/>
          <w:lang w:val="nl-NL"/>
        </w:rPr>
        <w:t>Aardappel lamp</w:t>
      </w:r>
      <w:r w:rsidRPr="004C41FC">
        <w:rPr>
          <w:sz w:val="20"/>
          <w:szCs w:val="20"/>
          <w:u w:val="none"/>
          <w:lang w:val="nl-NL"/>
        </w:rPr>
        <w:t xml:space="preserve">: Pak meerdere aardappels, gegalvaniseerde spijkers (bij elke bouwmarkt te halen, let wel goed op welke je koopt gezien niet alles gegalvaniseerd is!), koperen muntjes testkabels met krokodilklemmen, en 1 LED lampje (als je genoeg aardappels hebt, werkt een </w:t>
      </w:r>
      <w:r w:rsidR="004C41FC" w:rsidRPr="004C41FC">
        <w:rPr>
          <w:sz w:val="20"/>
          <w:szCs w:val="20"/>
          <w:u w:val="none"/>
          <w:lang w:val="nl-NL"/>
        </w:rPr>
        <w:t>LED-peertje</w:t>
      </w:r>
      <w:r w:rsidRPr="004C41FC">
        <w:rPr>
          <w:sz w:val="20"/>
          <w:szCs w:val="20"/>
          <w:u w:val="none"/>
          <w:lang w:val="nl-NL"/>
        </w:rPr>
        <w:t xml:space="preserve"> ook). Maak ik elk van de aardappels een klein sneetje aan het uiteinde en doe hier een koper muntje in. Duw een gegalvaniseerde spijker aan de andere kant </w:t>
      </w:r>
      <w:r w:rsidR="004C41FC" w:rsidRPr="004C41FC">
        <w:rPr>
          <w:sz w:val="20"/>
          <w:szCs w:val="20"/>
          <w:u w:val="none"/>
          <w:lang w:val="nl-NL"/>
        </w:rPr>
        <w:t>erin</w:t>
      </w:r>
      <w:r w:rsidRPr="004C41FC">
        <w:rPr>
          <w:sz w:val="20"/>
          <w:szCs w:val="20"/>
          <w:u w:val="none"/>
          <w:lang w:val="nl-NL"/>
        </w:rPr>
        <w:t xml:space="preserve">. Verbind </w:t>
      </w:r>
      <w:r w:rsidR="00D76437" w:rsidRPr="004C41FC">
        <w:rPr>
          <w:sz w:val="20"/>
          <w:szCs w:val="20"/>
          <w:u w:val="none"/>
          <w:lang w:val="nl-NL"/>
        </w:rPr>
        <w:t>vervolgens</w:t>
      </w:r>
      <w:r w:rsidRPr="004C41FC">
        <w:rPr>
          <w:sz w:val="20"/>
          <w:szCs w:val="20"/>
          <w:u w:val="none"/>
          <w:lang w:val="nl-NL"/>
        </w:rPr>
        <w:t xml:space="preserve"> de spijkers van de ene aardappel met het muntje van de andere met behulp van de kabels met krokodilklemmen. Hierdoor vorm je een soort van ketting van de aardappels. Verbind het begin en uiteinde van de ketting met de krokodilklemmen aan een </w:t>
      </w:r>
      <w:r w:rsidR="004C41FC" w:rsidRPr="004C41FC">
        <w:rPr>
          <w:sz w:val="20"/>
          <w:szCs w:val="20"/>
          <w:u w:val="none"/>
          <w:lang w:val="nl-NL"/>
        </w:rPr>
        <w:t>LED-lampje</w:t>
      </w:r>
      <w:r w:rsidRPr="004C41FC">
        <w:rPr>
          <w:sz w:val="20"/>
          <w:szCs w:val="20"/>
          <w:u w:val="none"/>
          <w:lang w:val="nl-NL"/>
        </w:rPr>
        <w:t xml:space="preserve">. Deze gaat nu gloeien. Mocht dit niet zo zijn, is de kans aanwezig dat je de + draad op de – pool van het LED-lampje hebt aangesloten. Probeer daarom de + en – kant andersom aan te sluiten. </w:t>
      </w:r>
    </w:p>
    <w:p w14:paraId="72A49878" w14:textId="487A55F6" w:rsidR="001B2759" w:rsidRPr="004C41FC" w:rsidRDefault="001B2759" w:rsidP="001B2759">
      <w:pPr>
        <w:pStyle w:val="Default"/>
        <w:numPr>
          <w:ilvl w:val="0"/>
          <w:numId w:val="3"/>
        </w:numPr>
        <w:rPr>
          <w:sz w:val="20"/>
          <w:szCs w:val="20"/>
          <w:u w:val="none"/>
          <w:lang w:val="nl-NL"/>
        </w:rPr>
      </w:pPr>
      <w:r w:rsidRPr="004C41FC">
        <w:rPr>
          <w:i/>
          <w:iCs/>
          <w:sz w:val="20"/>
          <w:szCs w:val="20"/>
          <w:u w:val="none"/>
          <w:lang w:val="nl-NL"/>
        </w:rPr>
        <w:t>Eenpolige motor</w:t>
      </w:r>
      <w:r w:rsidRPr="004C41FC">
        <w:rPr>
          <w:sz w:val="20"/>
          <w:szCs w:val="20"/>
          <w:u w:val="none"/>
          <w:lang w:val="nl-NL"/>
        </w:rPr>
        <w:t xml:space="preserve">: Je hebt </w:t>
      </w:r>
      <w:r w:rsidR="00D76437" w:rsidRPr="004C41FC">
        <w:rPr>
          <w:sz w:val="20"/>
          <w:szCs w:val="20"/>
          <w:u w:val="none"/>
          <w:lang w:val="nl-NL"/>
        </w:rPr>
        <w:t>hiervoor</w:t>
      </w:r>
      <w:r w:rsidRPr="004C41FC">
        <w:rPr>
          <w:sz w:val="20"/>
          <w:szCs w:val="20"/>
          <w:u w:val="none"/>
          <w:lang w:val="nl-NL"/>
        </w:rPr>
        <w:t xml:space="preserve"> nodig een batterij, een magneetje, en een koperdraad. Zet de batterij op de magneet zodat de + kant naar boven steekt. Vorm vervolgens de kopere draad zodat hij met een 1 uiteinde de + kant van de batterij raakt. Draai de rest van de draad losjes om de batterij heen (zodat hij hem niet aanraakt) en laat hem uiteindelijk de magneet aanraken. Hierdoor gaat het ijzerdraad vervolgens bewegen </w:t>
      </w:r>
    </w:p>
    <w:p w14:paraId="2F7A3B24" w14:textId="77777777" w:rsidR="001B2759" w:rsidRPr="004C41FC" w:rsidRDefault="001B2759" w:rsidP="001B2759">
      <w:pPr>
        <w:pStyle w:val="Default"/>
        <w:rPr>
          <w:sz w:val="20"/>
          <w:szCs w:val="20"/>
          <w:u w:val="none"/>
          <w:lang w:val="nl-NL"/>
        </w:rPr>
      </w:pPr>
    </w:p>
    <w:p w14:paraId="7F3B9E2E" w14:textId="77777777" w:rsidR="001B2759" w:rsidRPr="004C41FC" w:rsidRDefault="001B2759" w:rsidP="001B2759">
      <w:pPr>
        <w:pStyle w:val="Default"/>
        <w:rPr>
          <w:sz w:val="20"/>
          <w:szCs w:val="20"/>
          <w:u w:val="none"/>
          <w:lang w:val="nl-NL"/>
        </w:rPr>
      </w:pPr>
      <w:r w:rsidRPr="004C41FC">
        <w:rPr>
          <w:b/>
          <w:bCs/>
          <w:sz w:val="20"/>
          <w:szCs w:val="20"/>
          <w:u w:val="none"/>
          <w:lang w:val="nl-NL"/>
        </w:rPr>
        <w:t xml:space="preserve">Benodigdheden </w:t>
      </w:r>
    </w:p>
    <w:p w14:paraId="2D303D34" w14:textId="77777777" w:rsidR="001B2759" w:rsidRPr="004C41FC" w:rsidRDefault="001B2759" w:rsidP="001B2759">
      <w:pPr>
        <w:pStyle w:val="Default"/>
        <w:rPr>
          <w:sz w:val="20"/>
          <w:szCs w:val="20"/>
          <w:u w:val="none"/>
          <w:lang w:val="nl-NL"/>
        </w:rPr>
      </w:pPr>
      <w:r w:rsidRPr="004C41FC">
        <w:rPr>
          <w:sz w:val="20"/>
          <w:szCs w:val="20"/>
          <w:u w:val="none"/>
          <w:lang w:val="nl-NL"/>
        </w:rPr>
        <w:t xml:space="preserve">Zie per experiment wat de benodigdheden zijn </w:t>
      </w:r>
    </w:p>
    <w:p w14:paraId="29046AD9" w14:textId="77777777" w:rsidR="001B2759" w:rsidRPr="004C41FC" w:rsidRDefault="001B2759" w:rsidP="001B2759">
      <w:pPr>
        <w:pStyle w:val="Default"/>
        <w:rPr>
          <w:sz w:val="20"/>
          <w:szCs w:val="20"/>
          <w:u w:val="none"/>
          <w:lang w:val="nl-NL"/>
        </w:rPr>
      </w:pPr>
    </w:p>
    <w:p w14:paraId="2EA8BC59" w14:textId="77777777" w:rsidR="001B2759" w:rsidRPr="004C41FC" w:rsidRDefault="001B2759" w:rsidP="001B2759">
      <w:pPr>
        <w:pStyle w:val="Default"/>
        <w:rPr>
          <w:sz w:val="20"/>
          <w:szCs w:val="20"/>
          <w:u w:val="none"/>
          <w:lang w:val="nl-NL"/>
        </w:rPr>
      </w:pPr>
      <w:r w:rsidRPr="004C41FC">
        <w:rPr>
          <w:b/>
          <w:bCs/>
          <w:sz w:val="20"/>
          <w:szCs w:val="20"/>
          <w:u w:val="none"/>
          <w:lang w:val="nl-NL"/>
        </w:rPr>
        <w:t xml:space="preserve">Activiteitgebieden </w:t>
      </w:r>
    </w:p>
    <w:p w14:paraId="1A4E6E9D" w14:textId="52DEA9DE" w:rsidR="001B2759" w:rsidRPr="004C41FC" w:rsidRDefault="001B2759" w:rsidP="00D27202">
      <w:pPr>
        <w:pStyle w:val="Default"/>
        <w:numPr>
          <w:ilvl w:val="0"/>
          <w:numId w:val="3"/>
        </w:numPr>
        <w:rPr>
          <w:sz w:val="20"/>
          <w:szCs w:val="20"/>
          <w:u w:val="none"/>
          <w:lang w:val="nl-NL"/>
        </w:rPr>
      </w:pPr>
      <w:r w:rsidRPr="004C41FC">
        <w:rPr>
          <w:sz w:val="20"/>
          <w:szCs w:val="20"/>
          <w:u w:val="none"/>
          <w:lang w:val="nl-NL"/>
        </w:rPr>
        <w:t xml:space="preserve">Uitdagende scoutingtechnieken </w:t>
      </w:r>
    </w:p>
    <w:p w14:paraId="54E63C30" w14:textId="0ED981DC" w:rsidR="00B53011" w:rsidRPr="004C41FC" w:rsidRDefault="00B53011" w:rsidP="001B2759">
      <w:pPr>
        <w:pStyle w:val="NoSpacing"/>
      </w:pPr>
    </w:p>
    <w:sectPr w:rsidR="00B53011" w:rsidRPr="004C41FC" w:rsidSect="00990432">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189259" w14:textId="77777777" w:rsidR="008F034A" w:rsidRDefault="008F034A" w:rsidP="00B53011">
      <w:pPr>
        <w:spacing w:after="0" w:line="240" w:lineRule="auto"/>
      </w:pPr>
      <w:r>
        <w:separator/>
      </w:r>
    </w:p>
  </w:endnote>
  <w:endnote w:type="continuationSeparator" w:id="0">
    <w:p w14:paraId="04FFE75F" w14:textId="77777777" w:rsidR="008F034A" w:rsidRDefault="008F034A"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3F9CEB" w14:textId="77777777" w:rsidR="008F034A" w:rsidRDefault="008F034A" w:rsidP="00B53011">
      <w:pPr>
        <w:spacing w:after="0" w:line="240" w:lineRule="auto"/>
      </w:pPr>
      <w:r>
        <w:separator/>
      </w:r>
    </w:p>
  </w:footnote>
  <w:footnote w:type="continuationSeparator" w:id="0">
    <w:p w14:paraId="2F061415" w14:textId="77777777" w:rsidR="008F034A" w:rsidRDefault="008F034A"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19DA3BB5"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B2759">
      <w:rPr>
        <w:color w:val="FFFFFF" w:themeColor="background1"/>
      </w:rPr>
      <w:t>2024</w:t>
    </w:r>
  </w:p>
  <w:p w14:paraId="4E318142" w14:textId="3BBC6BC5" w:rsidR="00B53011" w:rsidRPr="008B23FF" w:rsidRDefault="001B2759" w:rsidP="00B53011">
    <w:pPr>
      <w:pStyle w:val="Title"/>
      <w:rPr>
        <w:color w:val="FFFFFF" w:themeColor="background1"/>
      </w:rPr>
    </w:pPr>
    <w:r>
      <w:rPr>
        <w:color w:val="FFFFFF" w:themeColor="background1"/>
      </w:rPr>
      <w:t>Experimenten</w:t>
    </w:r>
  </w:p>
  <w:p w14:paraId="5C388F6D" w14:textId="77777777" w:rsidR="00B53011" w:rsidRDefault="00B5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876E90"/>
    <w:multiLevelType w:val="hybridMultilevel"/>
    <w:tmpl w:val="9D0C4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A13052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C71AD4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3232130">
    <w:abstractNumId w:val="1"/>
  </w:num>
  <w:num w:numId="2" w16cid:durableId="1439178864">
    <w:abstractNumId w:val="2"/>
  </w:num>
  <w:num w:numId="3" w16cid:durableId="627322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056313"/>
    <w:rsid w:val="001068AA"/>
    <w:rsid w:val="001B2759"/>
    <w:rsid w:val="00302AD2"/>
    <w:rsid w:val="004C41FC"/>
    <w:rsid w:val="004F1D93"/>
    <w:rsid w:val="005153E6"/>
    <w:rsid w:val="005837D4"/>
    <w:rsid w:val="005E31B0"/>
    <w:rsid w:val="00656311"/>
    <w:rsid w:val="006836B0"/>
    <w:rsid w:val="006D1E8C"/>
    <w:rsid w:val="00790541"/>
    <w:rsid w:val="00835635"/>
    <w:rsid w:val="008C55CA"/>
    <w:rsid w:val="008D301C"/>
    <w:rsid w:val="008F034A"/>
    <w:rsid w:val="009839E5"/>
    <w:rsid w:val="00990432"/>
    <w:rsid w:val="00A05471"/>
    <w:rsid w:val="00A15E9C"/>
    <w:rsid w:val="00A94D55"/>
    <w:rsid w:val="00B4624E"/>
    <w:rsid w:val="00B53011"/>
    <w:rsid w:val="00C12077"/>
    <w:rsid w:val="00CC37B9"/>
    <w:rsid w:val="00D27202"/>
    <w:rsid w:val="00D76437"/>
    <w:rsid w:val="00E0152E"/>
    <w:rsid w:val="00EF4AA1"/>
    <w:rsid w:val="00F236FC"/>
    <w:rsid w:val="00F8106D"/>
    <w:rsid w:val="00F9471A"/>
    <w:rsid w:val="00FD551C"/>
    <w:rsid w:val="00FE712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1B2759"/>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1</TotalTime>
  <Pages>1</Pages>
  <Words>372</Words>
  <Characters>2124</Characters>
  <Application>Microsoft Office Word</Application>
  <DocSecurity>0</DocSecurity>
  <Lines>17</Lines>
  <Paragraphs>4</Paragraphs>
  <ScaleCrop>false</ScaleCrop>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6</cp:revision>
  <dcterms:created xsi:type="dcterms:W3CDTF">2025-09-03T09:06:00Z</dcterms:created>
  <dcterms:modified xsi:type="dcterms:W3CDTF">2025-09-04T12:20:00Z</dcterms:modified>
</cp:coreProperties>
</file>